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B62EC9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Working as a Team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7E7285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602A9C">
              <w:rPr>
                <w:rFonts w:ascii="Arial" w:hAnsi="Arial" w:cs="Arial"/>
                <w:sz w:val="22"/>
              </w:rPr>
              <w:t>2</w:t>
            </w:r>
            <w:r w:rsidR="007E7285">
              <w:rPr>
                <w:rFonts w:ascii="Arial" w:hAnsi="Arial" w:cs="Arial"/>
                <w:sz w:val="22"/>
              </w:rPr>
              <w:t xml:space="preserve"> of 6-10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602A9C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Reasons for developing teamwork skills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602A9C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understand why teamwork is important in education, at work and in your personal life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Default="00602A9C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PPT </w:t>
            </w:r>
          </w:p>
          <w:p w:rsidR="00602A9C" w:rsidRDefault="00602A9C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Teamwork Information Sheets</w:t>
            </w:r>
          </w:p>
          <w:p w:rsidR="00602A9C" w:rsidRDefault="00602A9C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Presentation Notes Sheet</w:t>
            </w:r>
          </w:p>
          <w:p w:rsidR="00602A9C" w:rsidRPr="00794D11" w:rsidRDefault="00602A9C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Presentation Self-Assessment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Pr="00794D11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discuss and share reasons for developing teamwork skills</w:t>
            </w:r>
          </w:p>
        </w:tc>
        <w:tc>
          <w:tcPr>
            <w:tcW w:w="4536" w:type="dxa"/>
            <w:vAlign w:val="center"/>
          </w:tcPr>
          <w:p w:rsidR="00D07164" w:rsidRPr="00794D11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Evaluation of prior knowledge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15-20 Mins</w:t>
            </w:r>
          </w:p>
        </w:tc>
        <w:tc>
          <w:tcPr>
            <w:tcW w:w="6237" w:type="dxa"/>
            <w:vAlign w:val="center"/>
          </w:tcPr>
          <w:p w:rsidR="00D07164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work in groups to prepare presentations explaining why teamwork is important in a particular context: </w:t>
            </w:r>
          </w:p>
          <w:p w:rsidR="00602A9C" w:rsidRDefault="00602A9C" w:rsidP="00602A9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Work</w:t>
            </w:r>
          </w:p>
          <w:p w:rsidR="00602A9C" w:rsidRDefault="00602A9C" w:rsidP="00602A9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Education </w:t>
            </w:r>
          </w:p>
          <w:p w:rsidR="00602A9C" w:rsidRDefault="00602A9C" w:rsidP="00602A9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Home</w:t>
            </w:r>
          </w:p>
          <w:p w:rsidR="00602A9C" w:rsidRDefault="00602A9C" w:rsidP="00602A9C">
            <w:pPr>
              <w:rPr>
                <w:rFonts w:ascii="Arial" w:hAnsi="Arial" w:cs="Arial"/>
                <w:sz w:val="22"/>
              </w:rPr>
            </w:pPr>
          </w:p>
          <w:p w:rsidR="00602A9C" w:rsidRPr="00602A9C" w:rsidRDefault="00602A9C" w:rsidP="00602A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should use the information sheets to gather ideas but then must prepare an individual notes sheet to prompt them (no reading aloud) </w:t>
            </w:r>
          </w:p>
        </w:tc>
        <w:tc>
          <w:tcPr>
            <w:tcW w:w="4536" w:type="dxa"/>
            <w:vAlign w:val="center"/>
          </w:tcPr>
          <w:p w:rsidR="00EE1E9D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Deeper understanding of reasons for teamwork </w:t>
            </w:r>
          </w:p>
          <w:p w:rsidR="00602A9C" w:rsidRDefault="00602A9C" w:rsidP="008E2DD2">
            <w:pPr>
              <w:rPr>
                <w:rFonts w:ascii="Arial" w:hAnsi="Arial" w:cs="Arial"/>
                <w:sz w:val="22"/>
              </w:rPr>
            </w:pPr>
          </w:p>
          <w:p w:rsidR="00602A9C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Teamwork skills developed by having to work as a group to plan and prepare the presentation </w:t>
            </w:r>
          </w:p>
          <w:p w:rsidR="00602A9C" w:rsidRDefault="00602A9C" w:rsidP="008E2DD2">
            <w:pPr>
              <w:rPr>
                <w:rFonts w:ascii="Arial" w:hAnsi="Arial" w:cs="Arial"/>
                <w:sz w:val="22"/>
              </w:rPr>
            </w:pPr>
          </w:p>
          <w:p w:rsidR="00602A9C" w:rsidRPr="00794D11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Speech and Language development </w:t>
            </w:r>
          </w:p>
        </w:tc>
        <w:tc>
          <w:tcPr>
            <w:tcW w:w="2835" w:type="dxa"/>
            <w:vAlign w:val="center"/>
          </w:tcPr>
          <w:p w:rsidR="00D07164" w:rsidRPr="00794D11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will be nervous about not being able to read aloud, however, it will improve the quality of their presentations.  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  <w:vAlign w:val="center"/>
          </w:tcPr>
          <w:p w:rsidR="00D07164" w:rsidRPr="00787EEB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present to each other</w:t>
            </w:r>
          </w:p>
        </w:tc>
        <w:tc>
          <w:tcPr>
            <w:tcW w:w="4536" w:type="dxa"/>
            <w:vAlign w:val="center"/>
          </w:tcPr>
          <w:p w:rsidR="00EE1E9D" w:rsidRPr="00787EEB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Knowledge in all aspects 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787EEB" w:rsidRPr="00794D11" w:rsidTr="008E2DD2">
        <w:tc>
          <w:tcPr>
            <w:tcW w:w="1242" w:type="dxa"/>
            <w:vAlign w:val="center"/>
          </w:tcPr>
          <w:p w:rsidR="00787EEB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787EEB" w:rsidRPr="008B53A3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assess their own presentation skills considering all the aspects e.g. planning, delivering, </w:t>
            </w:r>
            <w:proofErr w:type="gramStart"/>
            <w:r>
              <w:rPr>
                <w:rFonts w:ascii="Arial" w:hAnsi="Arial" w:cs="Arial"/>
                <w:sz w:val="22"/>
              </w:rPr>
              <w:t>listening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.  </w:t>
            </w:r>
          </w:p>
        </w:tc>
        <w:tc>
          <w:tcPr>
            <w:tcW w:w="4536" w:type="dxa"/>
            <w:vAlign w:val="center"/>
          </w:tcPr>
          <w:p w:rsidR="00787EEB" w:rsidRPr="00787EEB" w:rsidRDefault="00602A9C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Increasing self-knowledge </w:t>
            </w:r>
          </w:p>
        </w:tc>
        <w:tc>
          <w:tcPr>
            <w:tcW w:w="2835" w:type="dxa"/>
            <w:vAlign w:val="center"/>
          </w:tcPr>
          <w:p w:rsidR="00787EEB" w:rsidRPr="00794D11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p w:rsidR="00D07164" w:rsidRPr="00794D11" w:rsidRDefault="00D07164" w:rsidP="00D07164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EE1E9D" w:rsidRPr="00794D11" w:rsidRDefault="00602A9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Students lacking confidence may appreciate structured opportunities to practice.  Supportive groupings would be helpful.  </w:t>
      </w:r>
    </w:p>
    <w:sectPr w:rsidR="00EE1E9D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487" w:rsidRDefault="00592487" w:rsidP="00D07164">
      <w:pPr>
        <w:spacing w:after="0" w:line="240" w:lineRule="auto"/>
      </w:pPr>
      <w:r>
        <w:separator/>
      </w:r>
    </w:p>
  </w:endnote>
  <w:endnote w:type="continuationSeparator" w:id="0">
    <w:p w:rsidR="00592487" w:rsidRDefault="00592487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0F" w:rsidRDefault="00880D0F" w:rsidP="00880D0F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487" w:rsidRDefault="00592487" w:rsidP="00D07164">
      <w:pPr>
        <w:spacing w:after="0" w:line="240" w:lineRule="auto"/>
      </w:pPr>
      <w:r>
        <w:separator/>
      </w:r>
    </w:p>
  </w:footnote>
  <w:footnote w:type="continuationSeparator" w:id="0">
    <w:p w:rsidR="00592487" w:rsidRDefault="00592487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462D76"/>
    <w:multiLevelType w:val="hybridMultilevel"/>
    <w:tmpl w:val="7898FD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7"/>
  </w:num>
  <w:num w:numId="5">
    <w:abstractNumId w:val="9"/>
  </w:num>
  <w:num w:numId="6">
    <w:abstractNumId w:val="6"/>
  </w:num>
  <w:num w:numId="7">
    <w:abstractNumId w:val="0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487"/>
    <w:rsid w:val="00000F70"/>
    <w:rsid w:val="000262B5"/>
    <w:rsid w:val="00187174"/>
    <w:rsid w:val="00316C77"/>
    <w:rsid w:val="003234BD"/>
    <w:rsid w:val="00370853"/>
    <w:rsid w:val="003C7047"/>
    <w:rsid w:val="0042241F"/>
    <w:rsid w:val="00592487"/>
    <w:rsid w:val="00602A9C"/>
    <w:rsid w:val="007061E6"/>
    <w:rsid w:val="00761FCE"/>
    <w:rsid w:val="00782A45"/>
    <w:rsid w:val="00787EEB"/>
    <w:rsid w:val="00794D11"/>
    <w:rsid w:val="007E7285"/>
    <w:rsid w:val="00880D0F"/>
    <w:rsid w:val="008B4769"/>
    <w:rsid w:val="008B53A3"/>
    <w:rsid w:val="008C459D"/>
    <w:rsid w:val="008E2DD2"/>
    <w:rsid w:val="009307CC"/>
    <w:rsid w:val="00953CE6"/>
    <w:rsid w:val="009B4BE8"/>
    <w:rsid w:val="009C1174"/>
    <w:rsid w:val="00B62EC9"/>
    <w:rsid w:val="00B916B2"/>
    <w:rsid w:val="00D07164"/>
    <w:rsid w:val="00DB0029"/>
    <w:rsid w:val="00DB773A"/>
    <w:rsid w:val="00E14805"/>
    <w:rsid w:val="00E17BD6"/>
    <w:rsid w:val="00EE1E9D"/>
    <w:rsid w:val="00F34D02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storal\Stepping%20Stones\Toolkit\Generics\Individual%20Lesson%20Pl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52861-4A34-4E67-B10D-B19EDB97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Individual Lesson Plan</Template>
  <TotalTime>10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3</cp:revision>
  <cp:lastPrinted>2017-10-09T15:23:00Z</cp:lastPrinted>
  <dcterms:created xsi:type="dcterms:W3CDTF">2018-01-12T08:32:00Z</dcterms:created>
  <dcterms:modified xsi:type="dcterms:W3CDTF">2018-01-25T11:35:00Z</dcterms:modified>
</cp:coreProperties>
</file>